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D20D0F" w14:textId="77777777" w:rsidTr="00987DB5">
        <w:tc>
          <w:tcPr>
            <w:tcW w:w="9498" w:type="dxa"/>
          </w:tcPr>
          <w:p w14:paraId="0BB78BB9" w14:textId="77777777" w:rsidR="00C01D17" w:rsidRPr="00053BD0" w:rsidRDefault="00C01D17" w:rsidP="00C01D17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8FB2FD" wp14:editId="5BD2490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7E42F" w14:textId="77777777" w:rsidR="00C01D17" w:rsidRPr="00053BD0" w:rsidRDefault="00C01D17" w:rsidP="00C01D17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799B31" w14:textId="77777777" w:rsidR="00C01D17" w:rsidRDefault="00C01D17" w:rsidP="00C01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143A1FC" w14:textId="77777777" w:rsidR="00C01D17" w:rsidRPr="00053BD0" w:rsidRDefault="00C01D17" w:rsidP="00C01D17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CD20D0E" w14:textId="2C35DCFF" w:rsidR="00053BD0" w:rsidRPr="00053BD0" w:rsidRDefault="00C01D17" w:rsidP="00C01D17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0BD06F" w14:textId="7AF5DC44" w:rsidR="008B7277" w:rsidRPr="00794F50" w:rsidRDefault="008B7277" w:rsidP="008B7277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F5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672152800"/>
          <w:placeholder>
            <w:docPart w:val="E71A61F723BA4077883D9C6549A3DEB1"/>
          </w:placeholder>
        </w:sdtPr>
        <w:sdtEndPr/>
        <w:sdtContent>
          <w:r w:rsidR="00E459A6">
            <w:rPr>
              <w:rFonts w:ascii="Times New Roman" w:hAnsi="Times New Roman"/>
              <w:sz w:val="28"/>
              <w:szCs w:val="28"/>
            </w:rPr>
            <w:t>01 октября</w:t>
          </w:r>
          <w:r w:rsidR="00685B93" w:rsidRPr="00794F50">
            <w:rPr>
              <w:rFonts w:ascii="Times New Roman" w:hAnsi="Times New Roman"/>
              <w:sz w:val="28"/>
              <w:szCs w:val="28"/>
            </w:rPr>
            <w:t xml:space="preserve"> </w:t>
          </w:r>
          <w:r w:rsidR="00D0618B" w:rsidRPr="00794F50">
            <w:rPr>
              <w:rFonts w:ascii="Times New Roman" w:hAnsi="Times New Roman"/>
              <w:sz w:val="28"/>
              <w:szCs w:val="28"/>
            </w:rPr>
            <w:t>202</w:t>
          </w:r>
          <w:r w:rsidR="00685B93" w:rsidRPr="00794F50">
            <w:rPr>
              <w:rFonts w:ascii="Times New Roman" w:hAnsi="Times New Roman"/>
              <w:sz w:val="28"/>
              <w:szCs w:val="28"/>
            </w:rPr>
            <w:t>5</w:t>
          </w:r>
          <w:r w:rsidR="00D0618B" w:rsidRPr="00794F50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794F5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D00A9731C7346EB902730A52BCAB37C"/>
          </w:placeholder>
        </w:sdtPr>
        <w:sdtEndPr/>
        <w:sdtContent>
          <w:r w:rsidR="00E459A6">
            <w:rPr>
              <w:rFonts w:ascii="Times New Roman" w:hAnsi="Times New Roman"/>
              <w:sz w:val="28"/>
              <w:szCs w:val="28"/>
            </w:rPr>
            <w:t>686</w:t>
          </w:r>
          <w:bookmarkStart w:id="0" w:name="_GoBack"/>
          <w:bookmarkEnd w:id="0"/>
        </w:sdtContent>
      </w:sdt>
    </w:p>
    <w:p w14:paraId="5CD20D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8810DA" w14:textId="5314C87D" w:rsidR="00337BE3" w:rsidRPr="00634E85" w:rsidRDefault="00337BE3" w:rsidP="00794F50">
      <w:pPr>
        <w:spacing w:after="3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</w:t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постановление администрации </w:t>
      </w:r>
      <w:r w:rsidR="00794F5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794F5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>от 14.09.2016 № 705 «Об утверждении муници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>пальн</w:t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</w:t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«Совершенствование системы муниципального управления</w:t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94F5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муниципальном образовании </w:t>
      </w:r>
      <w:r w:rsidR="00685B93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 муниципальный округ Сахалинской области</w:t>
      </w:r>
      <w:r w:rsidR="0072726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131778B1" w14:textId="60EE2E04" w:rsidR="00337BE3" w:rsidRPr="00681BC0" w:rsidRDefault="00337BE3" w:rsidP="00794F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18274753"/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«Совершенствование системы муниципального 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</w:t>
      </w:r>
      <w:r w:rsidR="00685B93" w:rsidRPr="00685B93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 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утвержденной постановление</w:t>
      </w:r>
      <w:r w:rsidR="0006179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</w:t>
      </w:r>
      <w:r w:rsidR="00CC306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14.09.2016 </w:t>
      </w:r>
      <w:r w:rsidR="00346FB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705</w:t>
      </w:r>
      <w:r w:rsidR="00D162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620E" w:rsidRPr="00681BC0">
        <w:rPr>
          <w:rFonts w:ascii="Times New Roman" w:hAnsi="Times New Roman"/>
          <w:sz w:val="28"/>
          <w:szCs w:val="28"/>
          <w:lang w:eastAsia="ru-RU"/>
        </w:rPr>
        <w:t>«Об утверждении муниципальной программы «Совершенствование системы муниципального управления в муниципальном образовании Ногликский муниципальный округ Сахалинской области</w:t>
      </w:r>
      <w:r w:rsidR="00D1620E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6FB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6FB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с уточненными бюджетными показателями по состоянию на </w:t>
      </w:r>
      <w:r w:rsidR="00AA48F2" w:rsidRPr="001C72AB">
        <w:rPr>
          <w:rFonts w:ascii="Times New Roman" w:eastAsia="Times New Roman" w:hAnsi="Times New Roman"/>
          <w:sz w:val="28"/>
          <w:szCs w:val="28"/>
          <w:lang w:eastAsia="ru-RU"/>
        </w:rPr>
        <w:t>01.08.2025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>, решением Собрания муниц</w:t>
      </w:r>
      <w:r w:rsidR="008D6D00"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ипального образования </w:t>
      </w:r>
      <w:r w:rsidR="00685B93" w:rsidRPr="001C72AB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8D6D00"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03CDE" w:rsidRPr="001C72AB">
        <w:rPr>
          <w:rFonts w:ascii="Times New Roman" w:eastAsia="Times New Roman" w:hAnsi="Times New Roman"/>
          <w:sz w:val="28"/>
          <w:szCs w:val="28"/>
          <w:lang w:eastAsia="ru-RU"/>
        </w:rPr>
        <w:t>13.12.2024</w:t>
      </w:r>
      <w:r w:rsidR="008D6D00"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A48F2" w:rsidRPr="001C72AB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56C5" w:rsidRPr="0099741F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14.07.2025 № 90) </w:t>
      </w:r>
      <w:r w:rsidRPr="0099741F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муниципального образования </w:t>
      </w:r>
      <w:r w:rsidR="0096518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99741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 w:rsidR="00685B93" w:rsidRPr="0099741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9741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5B93" w:rsidRPr="0099741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9741F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5B93" w:rsidRPr="001C72A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</w:t>
      </w:r>
      <w:bookmarkEnd w:id="1"/>
      <w:r w:rsidR="00FF6FCA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346FBE">
        <w:rPr>
          <w:rFonts w:ascii="Times New Roman" w:eastAsia="Times New Roman" w:hAnsi="Times New Roman"/>
          <w:sz w:val="28"/>
          <w:szCs w:val="28"/>
          <w:lang w:eastAsia="ru-RU"/>
        </w:rPr>
        <w:t>статьей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36 Устава муниципального образования </w:t>
      </w:r>
      <w:r w:rsidR="00685B93" w:rsidRPr="00681BC0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 w:rsidR="00685B93" w:rsidRPr="00681BC0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1BC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67DD7C6" w14:textId="5F88673A" w:rsidR="00337BE3" w:rsidRPr="00634E85" w:rsidRDefault="00337BE3" w:rsidP="00794F50">
      <w:pPr>
        <w:pStyle w:val="a8"/>
        <w:ind w:firstLine="709"/>
        <w:jc w:val="both"/>
        <w:rPr>
          <w:lang w:eastAsia="ru-RU"/>
        </w:rPr>
      </w:pPr>
      <w:r w:rsidRPr="00681BC0">
        <w:rPr>
          <w:rFonts w:ascii="Times New Roman" w:hAnsi="Times New Roman"/>
          <w:sz w:val="28"/>
          <w:szCs w:val="28"/>
          <w:lang w:eastAsia="ru-RU"/>
        </w:rPr>
        <w:t xml:space="preserve">1. Внести в </w:t>
      </w:r>
      <w:r w:rsidR="0072726F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«Городской округ Ногликский» </w:t>
      </w:r>
      <w:r w:rsidRPr="00681BC0">
        <w:rPr>
          <w:rFonts w:ascii="Times New Roman" w:hAnsi="Times New Roman"/>
          <w:sz w:val="28"/>
          <w:szCs w:val="28"/>
          <w:lang w:eastAsia="ru-RU"/>
        </w:rPr>
        <w:t>от</w:t>
      </w:r>
      <w:r w:rsidR="00681BC0">
        <w:rPr>
          <w:rFonts w:ascii="Times New Roman" w:hAnsi="Times New Roman"/>
          <w:sz w:val="28"/>
          <w:szCs w:val="28"/>
          <w:lang w:eastAsia="ru-RU"/>
        </w:rPr>
        <w:t> </w:t>
      </w:r>
      <w:r w:rsidRPr="00681BC0">
        <w:rPr>
          <w:rFonts w:ascii="Times New Roman" w:hAnsi="Times New Roman"/>
          <w:sz w:val="28"/>
          <w:szCs w:val="28"/>
          <w:lang w:eastAsia="ru-RU"/>
        </w:rPr>
        <w:t xml:space="preserve">14.09.2016 № 705 (в редакции от 07.09.2017 № 659, от 23.10.2018 № 1033, от 07.03.2019 № 145, от 23.09.2019 № 715, </w:t>
      </w:r>
      <w:r w:rsidR="004E3BAC">
        <w:rPr>
          <w:rFonts w:ascii="Times New Roman" w:hAnsi="Times New Roman"/>
          <w:sz w:val="28"/>
          <w:szCs w:val="28"/>
          <w:lang w:eastAsia="ru-RU"/>
        </w:rPr>
        <w:br/>
      </w:r>
      <w:r w:rsidRPr="00681BC0">
        <w:rPr>
          <w:rFonts w:ascii="Times New Roman" w:hAnsi="Times New Roman"/>
          <w:sz w:val="28"/>
          <w:szCs w:val="28"/>
          <w:lang w:eastAsia="ru-RU"/>
        </w:rPr>
        <w:t>от 23.03.2020 № 139, от 05.03.2021 №</w:t>
      </w:r>
      <w:r w:rsidR="00681BC0">
        <w:rPr>
          <w:rFonts w:ascii="Times New Roman" w:hAnsi="Times New Roman"/>
          <w:sz w:val="28"/>
          <w:szCs w:val="28"/>
          <w:lang w:eastAsia="ru-RU"/>
        </w:rPr>
        <w:t> </w:t>
      </w:r>
      <w:r w:rsidRPr="00681BC0">
        <w:rPr>
          <w:rFonts w:ascii="Times New Roman" w:hAnsi="Times New Roman"/>
          <w:sz w:val="28"/>
          <w:szCs w:val="28"/>
          <w:lang w:eastAsia="ru-RU"/>
        </w:rPr>
        <w:t>125, от 08.06.2022 № 300</w:t>
      </w:r>
      <w:r w:rsidR="00D36128" w:rsidRPr="00681BC0">
        <w:rPr>
          <w:rFonts w:ascii="Times New Roman" w:hAnsi="Times New Roman"/>
          <w:sz w:val="28"/>
          <w:szCs w:val="28"/>
          <w:lang w:eastAsia="ru-RU"/>
        </w:rPr>
        <w:t>, от 26.12.2022 № 739</w:t>
      </w:r>
      <w:r w:rsidR="00685B93" w:rsidRPr="00681BC0">
        <w:rPr>
          <w:rFonts w:ascii="Times New Roman" w:hAnsi="Times New Roman"/>
          <w:sz w:val="28"/>
          <w:szCs w:val="28"/>
          <w:lang w:eastAsia="ru-RU"/>
        </w:rPr>
        <w:t xml:space="preserve">, от 16.02.2023 № 76, от 15.06.2023 № 381, от 10.07.2023 № 435, </w:t>
      </w:r>
      <w:r w:rsidR="004E3BAC">
        <w:rPr>
          <w:rFonts w:ascii="Times New Roman" w:hAnsi="Times New Roman"/>
          <w:sz w:val="28"/>
          <w:szCs w:val="28"/>
          <w:lang w:eastAsia="ru-RU"/>
        </w:rPr>
        <w:br/>
      </w:r>
      <w:r w:rsidR="00685B93" w:rsidRPr="00681BC0">
        <w:rPr>
          <w:rFonts w:ascii="Times New Roman" w:hAnsi="Times New Roman"/>
          <w:sz w:val="28"/>
          <w:szCs w:val="28"/>
          <w:lang w:eastAsia="ru-RU"/>
        </w:rPr>
        <w:lastRenderedPageBreak/>
        <w:t>от 19.03.2024 № 162, от 09.04.2025 № 216</w:t>
      </w:r>
      <w:r w:rsidRPr="00681BC0">
        <w:rPr>
          <w:rFonts w:ascii="Times New Roman" w:hAnsi="Times New Roman"/>
          <w:sz w:val="28"/>
          <w:szCs w:val="28"/>
          <w:lang w:eastAsia="ru-RU"/>
        </w:rPr>
        <w:t xml:space="preserve">) «Об утверждении муниципальной программы «Совершенствование системы муниципального управления </w:t>
      </w:r>
      <w:r w:rsidR="004E3BAC">
        <w:rPr>
          <w:rFonts w:ascii="Times New Roman" w:hAnsi="Times New Roman"/>
          <w:sz w:val="28"/>
          <w:szCs w:val="28"/>
          <w:lang w:eastAsia="ru-RU"/>
        </w:rPr>
        <w:br/>
      </w:r>
      <w:r w:rsidRPr="00681BC0">
        <w:rPr>
          <w:rFonts w:ascii="Times New Roman" w:hAnsi="Times New Roman"/>
          <w:sz w:val="28"/>
          <w:szCs w:val="28"/>
          <w:lang w:eastAsia="ru-RU"/>
        </w:rPr>
        <w:t xml:space="preserve">в муниципальном образовании </w:t>
      </w:r>
      <w:r w:rsidR="00685B93" w:rsidRPr="00681BC0">
        <w:rPr>
          <w:rFonts w:ascii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D1620E">
        <w:rPr>
          <w:rFonts w:ascii="Times New Roman" w:hAnsi="Times New Roman"/>
          <w:sz w:val="28"/>
          <w:szCs w:val="28"/>
          <w:lang w:eastAsia="ru-RU"/>
        </w:rPr>
        <w:t>»</w:t>
      </w:r>
      <w:r w:rsidR="0072726F">
        <w:rPr>
          <w:rFonts w:ascii="Times New Roman" w:hAnsi="Times New Roman"/>
          <w:sz w:val="28"/>
          <w:szCs w:val="28"/>
          <w:lang w:eastAsia="ru-RU"/>
        </w:rPr>
        <w:t xml:space="preserve"> (далее – постановление)</w:t>
      </w:r>
      <w:r w:rsidRPr="00681BC0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24CB869F" w14:textId="3E82CEB4" w:rsidR="00337BE3" w:rsidRDefault="00337BE3" w:rsidP="00794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муниципальной программы «Совершенствование системы муниципального управления в 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образовании </w:t>
      </w:r>
      <w:r w:rsidR="00685B93" w:rsidRPr="001C72AB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762D4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85B93" w:rsidRPr="001C72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72AB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3D8F62AE" w14:textId="77777777" w:rsidR="00CC692B" w:rsidRPr="00634E85" w:rsidRDefault="00CC692B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0"/>
        <w:gridCol w:w="2367"/>
        <w:gridCol w:w="6417"/>
        <w:gridCol w:w="426"/>
      </w:tblGrid>
      <w:tr w:rsidR="00337BE3" w:rsidRPr="00634E85" w14:paraId="64B02876" w14:textId="77777777" w:rsidTr="008B19D9">
        <w:trPr>
          <w:trHeight w:val="1550"/>
        </w:trPr>
        <w:tc>
          <w:tcPr>
            <w:tcW w:w="430" w:type="dxa"/>
          </w:tcPr>
          <w:p w14:paraId="2EF84460" w14:textId="77777777" w:rsidR="00337BE3" w:rsidRPr="00794F50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DCB6" w14:textId="77777777" w:rsidR="00337BE3" w:rsidRPr="00794F50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410E" w14:textId="006E84FD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2</w:t>
            </w:r>
            <w:r w:rsidR="00127918"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665 644,4</w:t>
            </w: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19AD630C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2BBD763D" w14:textId="409E52FA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- 2 528 322,0 тыс. руб.;</w:t>
            </w:r>
          </w:p>
          <w:p w14:paraId="1E6DC273" w14:textId="1AB8ED93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- 134 108,3 тыс. руб.;</w:t>
            </w:r>
          </w:p>
          <w:p w14:paraId="73C989C5" w14:textId="00DA19D8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- 3 214,1 тыс. руб.</w:t>
            </w:r>
          </w:p>
          <w:p w14:paraId="15B73C29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318BB275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- 10 753,9 тыс. руб.:</w:t>
            </w:r>
          </w:p>
          <w:p w14:paraId="574A09DF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- 7 614,4 тыс. руб.;</w:t>
            </w:r>
          </w:p>
          <w:p w14:paraId="4E6981E8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- 3 139,5 тыс. руб.</w:t>
            </w:r>
          </w:p>
          <w:p w14:paraId="40A98F93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- 13 252,3 тыс. руб.:</w:t>
            </w:r>
          </w:p>
          <w:p w14:paraId="43F5E2A1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- 9 248,7 тыс. руб.;</w:t>
            </w:r>
          </w:p>
          <w:p w14:paraId="4B04075D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- 3 627,4 тыс. руб.;</w:t>
            </w:r>
          </w:p>
          <w:p w14:paraId="749B628F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- 376,2 тыс. руб.</w:t>
            </w:r>
          </w:p>
          <w:p w14:paraId="0820F7BF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- 12 529,4 тыс. руб.:</w:t>
            </w:r>
          </w:p>
          <w:p w14:paraId="73CD0E29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- 8 185,1 тыс. руб.;</w:t>
            </w:r>
          </w:p>
          <w:p w14:paraId="1CA52871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- 4 120,6 тыс. руб.;</w:t>
            </w:r>
          </w:p>
          <w:p w14:paraId="070D401C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- 223,7 тыс. руб.</w:t>
            </w:r>
          </w:p>
          <w:p w14:paraId="22612979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- 98 806,9 тыс. руб.:</w:t>
            </w:r>
          </w:p>
          <w:p w14:paraId="0480BC63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- 94 590,1 тыс. руб.;</w:t>
            </w:r>
          </w:p>
          <w:p w14:paraId="59C7C2A2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- 4 216,8 тыс. руб.</w:t>
            </w:r>
          </w:p>
          <w:p w14:paraId="5F82A22F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- 107 020,7 тыс. руб.:</w:t>
            </w:r>
          </w:p>
          <w:p w14:paraId="3194BD0B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- 103 720,7 тыс. руб.;</w:t>
            </w:r>
          </w:p>
          <w:p w14:paraId="32250BEA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- 3 300,0 тыс. руб.</w:t>
            </w:r>
          </w:p>
          <w:p w14:paraId="5246DD55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- 114 467,6 тыс. руб.:</w:t>
            </w:r>
          </w:p>
          <w:p w14:paraId="03A5F11B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- 111 203,0 тыс. руб.;</w:t>
            </w:r>
          </w:p>
          <w:p w14:paraId="101F4984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- 3 264,6 тыс. руб.</w:t>
            </w:r>
          </w:p>
          <w:p w14:paraId="1B5402FB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- 114 013,3 тыс. руб.:</w:t>
            </w:r>
          </w:p>
          <w:p w14:paraId="0103093D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- 109 379,8 тыс. руб.;</w:t>
            </w:r>
          </w:p>
          <w:p w14:paraId="6C862985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- 2 942,6 тыс. руб.;</w:t>
            </w:r>
          </w:p>
          <w:p w14:paraId="71F3D4A4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- 1 690,9 тыс. руб.</w:t>
            </w:r>
          </w:p>
          <w:p w14:paraId="32319097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- 149 422,3 тыс. руб.:</w:t>
            </w:r>
          </w:p>
          <w:p w14:paraId="3284B1D2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- 145 187,6 тыс. руб.;</w:t>
            </w:r>
          </w:p>
          <w:p w14:paraId="27A68B46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- 4 220,6 тыс. руб.;</w:t>
            </w:r>
          </w:p>
          <w:p w14:paraId="3B39C8EF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федерального бюджета - 14,1 тыс. руб.</w:t>
            </w:r>
          </w:p>
          <w:p w14:paraId="32DE3DC2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- 152 234,2 тыс. руб.:</w:t>
            </w:r>
          </w:p>
          <w:p w14:paraId="12F41984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- 148 205,5 тыс. руб.;</w:t>
            </w:r>
          </w:p>
          <w:p w14:paraId="39838EDB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- 4 028,7 тыс. руб.</w:t>
            </w:r>
          </w:p>
          <w:p w14:paraId="070C405A" w14:textId="09B5BE1D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- 416 935,1 тыс. руб.</w:t>
            </w:r>
            <w:r w:rsidR="00127918"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7C0D7989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- 396 293,3 тыс. руб.;</w:t>
            </w:r>
          </w:p>
          <w:p w14:paraId="2BFC697E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- 19 810,9 тыс. руб.;</w:t>
            </w:r>
          </w:p>
          <w:p w14:paraId="0D67CFD5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- 830,9 тыс. руб.</w:t>
            </w:r>
          </w:p>
          <w:p w14:paraId="629CD5AD" w14:textId="2A3082ED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- 503 988,4 тыс. руб.:</w:t>
            </w:r>
          </w:p>
          <w:p w14:paraId="35BE29A3" w14:textId="4175DBBC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- 474 678,7тыс. руб.;</w:t>
            </w:r>
          </w:p>
          <w:p w14:paraId="5B50193F" w14:textId="617FA1CD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- 29 305,4 тыс. руб.;</w:t>
            </w:r>
          </w:p>
          <w:p w14:paraId="2AE56738" w14:textId="7777777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- 4,3 тыс. руб.</w:t>
            </w:r>
          </w:p>
          <w:p w14:paraId="3DB5A74F" w14:textId="553E6287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- 477 733,4 тыс. руб.:</w:t>
            </w:r>
          </w:p>
          <w:p w14:paraId="7CE064FA" w14:textId="519FAAAD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- 451 776,8 тыс. руб.;</w:t>
            </w:r>
          </w:p>
          <w:p w14:paraId="478EBE82" w14:textId="4C2CEA11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- 25 886,7 тыс. руб.;</w:t>
            </w:r>
          </w:p>
          <w:p w14:paraId="4A2F6C73" w14:textId="71D9314A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– 69,9 тыс. руб.</w:t>
            </w:r>
          </w:p>
          <w:p w14:paraId="18604ED9" w14:textId="4B733C31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- 494 486,9 тыс. руб.:</w:t>
            </w:r>
          </w:p>
          <w:p w14:paraId="41BD90DB" w14:textId="70CBEBDF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местного бюджета - 468 238,3 тыс. руб.;</w:t>
            </w:r>
          </w:p>
          <w:p w14:paraId="206AF9FA" w14:textId="47EE25E5" w:rsidR="001C72AB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областного бюджета - 26 244,5тыс. руб.;</w:t>
            </w:r>
          </w:p>
          <w:p w14:paraId="4E1D54A5" w14:textId="49F3026C" w:rsidR="00337BE3" w:rsidRPr="00794F50" w:rsidRDefault="001C72AB" w:rsidP="001C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бюджета – 4,1 тыс. руб.</w:t>
            </w:r>
          </w:p>
        </w:tc>
        <w:tc>
          <w:tcPr>
            <w:tcW w:w="426" w:type="dxa"/>
          </w:tcPr>
          <w:p w14:paraId="56451DA0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E66B5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06F097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48AB98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BBEC8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2F351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D6396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24065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D206F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20F94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C5EA8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82E39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E1F65B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4DCFF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8EF79C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DCE65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A3F7C6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51CCE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ED550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1A4D08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A0632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9C8149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188E2F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13718B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7E4D8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31C57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3328C6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AFEE61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8A66E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57D5C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7237D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94FFE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FEBE75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D59A9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C562FD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735F66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F9D93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ED0237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AF4D1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0E9AB7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523F70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8872D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B03E8" w14:textId="591A44EF" w:rsidR="005C418F" w:rsidRPr="00794F50" w:rsidRDefault="005C418F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36EB2" w14:textId="77777777" w:rsidR="00CC692B" w:rsidRPr="00794F50" w:rsidRDefault="00CC692B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A12F1" w14:textId="77777777" w:rsidR="00337BE3" w:rsidRPr="00794F50" w:rsidRDefault="00337BE3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4DFDE1" w14:textId="77777777" w:rsidR="001C72AB" w:rsidRDefault="001C72AB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DAB52B" w14:textId="39E71575" w:rsidR="004E3BAC" w:rsidRDefault="004E3BAC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13FD3F" w14:textId="77777777" w:rsidR="004E3BAC" w:rsidRDefault="004E3BAC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45E59" w14:textId="77777777" w:rsidR="004E3BAC" w:rsidRDefault="004E3BAC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D1697" w14:textId="77777777" w:rsidR="004E3BAC" w:rsidRPr="00794F50" w:rsidRDefault="004E3BAC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53BF4" w14:textId="77777777" w:rsidR="001C72AB" w:rsidRPr="00794F50" w:rsidRDefault="001C72AB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102AD" w14:textId="77777777" w:rsidR="001C72AB" w:rsidRPr="00794F50" w:rsidRDefault="001C72AB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734E1F" w14:textId="77777777" w:rsidR="001C72AB" w:rsidRPr="00794F50" w:rsidRDefault="001C72AB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ED0EDD" w14:textId="77777777" w:rsidR="004E3BAC" w:rsidRPr="00794F50" w:rsidRDefault="004E3BAC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69ADF" w14:textId="1056266D" w:rsidR="001C72AB" w:rsidRPr="001C72AB" w:rsidRDefault="00D00711" w:rsidP="004E3B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C873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</w:tbl>
    <w:p w14:paraId="26AC597E" w14:textId="77777777" w:rsidR="00337BE3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71665B" w14:textId="528ECD13" w:rsidR="00681BC0" w:rsidRDefault="00681BC0" w:rsidP="00794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Приложение 2 к</w:t>
      </w: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мероприятий</w:t>
      </w: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программы» изложить в новой редакции согласно приложению </w:t>
      </w:r>
      <w:r w:rsidR="004B210A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 w:rsidR="00C8739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CEA76ED" w14:textId="06FAFF78" w:rsidR="00337BE3" w:rsidRPr="00681BC0" w:rsidRDefault="005C418F" w:rsidP="00794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1BC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81B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7BE3"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</w:t>
      </w:r>
      <w:r w:rsidR="00647310"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2 </w:t>
      </w:r>
      <w:r w:rsidR="00337BE3"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«Ресурсное обеспечение реализации муниципальной программы» изложить в новой редакции </w:t>
      </w:r>
      <w:r w:rsidR="00DD4F85" w:rsidRPr="00681BC0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</w:t>
      </w:r>
      <w:r w:rsidR="00057475" w:rsidRPr="00681BC0">
        <w:rPr>
          <w:rFonts w:ascii="Times New Roman" w:eastAsia="Times New Roman" w:hAnsi="Times New Roman"/>
          <w:sz w:val="28"/>
          <w:szCs w:val="28"/>
          <w:lang w:eastAsia="ru-RU"/>
        </w:rPr>
        <w:t>ию</w:t>
      </w:r>
      <w:r w:rsidR="00B55648"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210A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B55648" w:rsidRPr="00681BC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79E145D3" w14:textId="19346CCB" w:rsidR="00337BE3" w:rsidRPr="00681BC0" w:rsidRDefault="005C418F" w:rsidP="00794F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 xml:space="preserve">и разместить на официальном сайте муниципального образования </w:t>
      </w:r>
      <w:r w:rsidR="00681BC0" w:rsidRPr="00681BC0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681BC0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 информационно-телекоммуникационной</w:t>
      </w:r>
      <w:r w:rsid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сети «Интернет».</w:t>
      </w:r>
    </w:p>
    <w:p w14:paraId="5240A6DD" w14:textId="5738F1D6" w:rsidR="00337BE3" w:rsidRPr="00634E85" w:rsidRDefault="005C418F" w:rsidP="00794F5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Контроль за исполнением настоящего постановления возложить 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на управляющ</w:t>
      </w:r>
      <w:r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его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="00337BE3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681BC0" w:rsidRPr="00681BC0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="00681BC0" w:rsidRPr="00681BC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Авдеева И.Ю.</w:t>
      </w:r>
    </w:p>
    <w:p w14:paraId="5CD20D1E" w14:textId="5FBD7A18" w:rsidR="008629FA" w:rsidRDefault="008629FA" w:rsidP="00794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01DAD1" w14:textId="77777777" w:rsidR="00DC342D" w:rsidRPr="00D12794" w:rsidRDefault="00DC342D" w:rsidP="00794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D20D1F" w14:textId="77777777" w:rsidR="008629FA" w:rsidRDefault="008629FA" w:rsidP="00794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5918D8" w14:textId="791B0177" w:rsidR="00681BC0" w:rsidRDefault="00681BC0" w:rsidP="00794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 </w:t>
      </w:r>
    </w:p>
    <w:p w14:paraId="5CD20D20" w14:textId="625CE708" w:rsidR="008629FA" w:rsidRPr="008629FA" w:rsidRDefault="00681BC0" w:rsidP="00794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8629FA">
        <w:rPr>
          <w:rFonts w:ascii="Times New Roman" w:hAnsi="Times New Roman"/>
          <w:sz w:val="28"/>
          <w:szCs w:val="28"/>
        </w:rPr>
        <w:t xml:space="preserve">  С.В.</w:t>
      </w:r>
      <w:r w:rsidR="00DC342D">
        <w:rPr>
          <w:rFonts w:ascii="Times New Roman" w:hAnsi="Times New Roman"/>
          <w:sz w:val="28"/>
          <w:szCs w:val="28"/>
        </w:rPr>
        <w:t xml:space="preserve"> </w:t>
      </w:r>
      <w:r w:rsidR="00685B93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5C418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AD74F" w14:textId="77777777" w:rsidR="00F34E40" w:rsidRDefault="00F34E40" w:rsidP="0033636C">
      <w:pPr>
        <w:spacing w:after="0" w:line="240" w:lineRule="auto"/>
      </w:pPr>
      <w:r>
        <w:separator/>
      </w:r>
    </w:p>
  </w:endnote>
  <w:endnote w:type="continuationSeparator" w:id="0">
    <w:p w14:paraId="5F01C147" w14:textId="77777777" w:rsidR="00F34E40" w:rsidRDefault="00F34E40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6E030" w14:textId="77777777" w:rsidR="00F34E40" w:rsidRDefault="00F34E40" w:rsidP="0033636C">
      <w:pPr>
        <w:spacing w:after="0" w:line="240" w:lineRule="auto"/>
      </w:pPr>
      <w:r>
        <w:separator/>
      </w:r>
    </w:p>
  </w:footnote>
  <w:footnote w:type="continuationSeparator" w:id="0">
    <w:p w14:paraId="494221A8" w14:textId="77777777" w:rsidR="00F34E40" w:rsidRDefault="00F34E40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920473"/>
      <w:docPartObj>
        <w:docPartGallery w:val="Page Numbers (Top of Page)"/>
        <w:docPartUnique/>
      </w:docPartObj>
    </w:sdtPr>
    <w:sdtEndPr/>
    <w:sdtContent>
      <w:p w14:paraId="02A6B812" w14:textId="3F438A6A" w:rsidR="005C418F" w:rsidRDefault="005C41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9A6">
          <w:rPr>
            <w:noProof/>
          </w:rPr>
          <w:t>2</w:t>
        </w:r>
        <w:r>
          <w:fldChar w:fldCharType="end"/>
        </w:r>
      </w:p>
    </w:sdtContent>
  </w:sdt>
  <w:p w14:paraId="0F56E190" w14:textId="77777777" w:rsidR="005C418F" w:rsidRDefault="005C41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475"/>
    <w:rsid w:val="0006179D"/>
    <w:rsid w:val="00064AD2"/>
    <w:rsid w:val="000E006A"/>
    <w:rsid w:val="000E7145"/>
    <w:rsid w:val="00127918"/>
    <w:rsid w:val="001525D3"/>
    <w:rsid w:val="00153BD4"/>
    <w:rsid w:val="00165718"/>
    <w:rsid w:val="00166A55"/>
    <w:rsid w:val="00185FEC"/>
    <w:rsid w:val="001C72AB"/>
    <w:rsid w:val="001E1F9F"/>
    <w:rsid w:val="001E67A7"/>
    <w:rsid w:val="002003DC"/>
    <w:rsid w:val="00203CDE"/>
    <w:rsid w:val="00245F0F"/>
    <w:rsid w:val="0033636C"/>
    <w:rsid w:val="00337BE3"/>
    <w:rsid w:val="00345602"/>
    <w:rsid w:val="00346FBE"/>
    <w:rsid w:val="003B4487"/>
    <w:rsid w:val="003E4257"/>
    <w:rsid w:val="004B210A"/>
    <w:rsid w:val="004E3BAC"/>
    <w:rsid w:val="00520CBF"/>
    <w:rsid w:val="005556C5"/>
    <w:rsid w:val="00560E06"/>
    <w:rsid w:val="005C418F"/>
    <w:rsid w:val="0060485F"/>
    <w:rsid w:val="00613400"/>
    <w:rsid w:val="00647310"/>
    <w:rsid w:val="00681BC0"/>
    <w:rsid w:val="00685B93"/>
    <w:rsid w:val="006952FC"/>
    <w:rsid w:val="006B237F"/>
    <w:rsid w:val="00722326"/>
    <w:rsid w:val="0072726F"/>
    <w:rsid w:val="00762D4E"/>
    <w:rsid w:val="00764271"/>
    <w:rsid w:val="00794F50"/>
    <w:rsid w:val="00842715"/>
    <w:rsid w:val="008629FA"/>
    <w:rsid w:val="008B7277"/>
    <w:rsid w:val="008D6D00"/>
    <w:rsid w:val="0090426C"/>
    <w:rsid w:val="00965182"/>
    <w:rsid w:val="00987DB5"/>
    <w:rsid w:val="0099741F"/>
    <w:rsid w:val="00A12B85"/>
    <w:rsid w:val="00A540D0"/>
    <w:rsid w:val="00AA48F2"/>
    <w:rsid w:val="00AC72C8"/>
    <w:rsid w:val="00B10ED9"/>
    <w:rsid w:val="00B25688"/>
    <w:rsid w:val="00B55648"/>
    <w:rsid w:val="00B749EB"/>
    <w:rsid w:val="00C01D17"/>
    <w:rsid w:val="00C02849"/>
    <w:rsid w:val="00C87390"/>
    <w:rsid w:val="00CA63BB"/>
    <w:rsid w:val="00CC3066"/>
    <w:rsid w:val="00CC692B"/>
    <w:rsid w:val="00CD2DB1"/>
    <w:rsid w:val="00D00711"/>
    <w:rsid w:val="00D0618B"/>
    <w:rsid w:val="00D12794"/>
    <w:rsid w:val="00D1620E"/>
    <w:rsid w:val="00D36128"/>
    <w:rsid w:val="00D6696A"/>
    <w:rsid w:val="00D67BD8"/>
    <w:rsid w:val="00DC342D"/>
    <w:rsid w:val="00DD4F85"/>
    <w:rsid w:val="00DE2B1C"/>
    <w:rsid w:val="00DF7897"/>
    <w:rsid w:val="00E37B8A"/>
    <w:rsid w:val="00E459A6"/>
    <w:rsid w:val="00E609BC"/>
    <w:rsid w:val="00E60AA2"/>
    <w:rsid w:val="00F34E40"/>
    <w:rsid w:val="00F35AAD"/>
    <w:rsid w:val="00FC439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0D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No Spacing"/>
    <w:uiPriority w:val="1"/>
    <w:qFormat/>
    <w:rsid w:val="00681B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1A61F723BA4077883D9C6549A3DE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31DCDA-1389-4309-B2F6-2F5AE8B6CA45}"/>
      </w:docPartPr>
      <w:docPartBody>
        <w:p w:rsidR="00FD2F68" w:rsidRDefault="00AD6770" w:rsidP="00AD6770">
          <w:pPr>
            <w:pStyle w:val="E71A61F723BA4077883D9C6549A3DE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D00A9731C7346EB902730A52BCAB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05D52-1446-499D-AEF2-E4CA3ADFE773}"/>
      </w:docPartPr>
      <w:docPartBody>
        <w:p w:rsidR="00FD2F68" w:rsidRDefault="00AD6770" w:rsidP="00AD6770">
          <w:pPr>
            <w:pStyle w:val="7D00A9731C7346EB902730A52BCAB37C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525D3"/>
    <w:rsid w:val="00245F0F"/>
    <w:rsid w:val="002C1E79"/>
    <w:rsid w:val="003B05B1"/>
    <w:rsid w:val="00560E06"/>
    <w:rsid w:val="005F5343"/>
    <w:rsid w:val="00764271"/>
    <w:rsid w:val="00842715"/>
    <w:rsid w:val="00A12B85"/>
    <w:rsid w:val="00AD6770"/>
    <w:rsid w:val="00B13DA8"/>
    <w:rsid w:val="00C3715B"/>
    <w:rsid w:val="00C95804"/>
    <w:rsid w:val="00CD2DB1"/>
    <w:rsid w:val="00CF735B"/>
    <w:rsid w:val="00DE2B1C"/>
    <w:rsid w:val="00E60AA2"/>
    <w:rsid w:val="00E7774E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E71A61F723BA4077883D9C6549A3DEB1">
    <w:name w:val="E71A61F723BA4077883D9C6549A3DEB1"/>
    <w:rsid w:val="00AD6770"/>
  </w:style>
  <w:style w:type="paragraph" w:customStyle="1" w:styleId="7D00A9731C7346EB902730A52BCAB37C">
    <w:name w:val="7D00A9731C7346EB902730A52BCAB37C"/>
    <w:rsid w:val="00AD67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69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2023-01-11T07:25:00Z</cp:lastPrinted>
  <dcterms:created xsi:type="dcterms:W3CDTF">2023-02-28T05:39:00Z</dcterms:created>
  <dcterms:modified xsi:type="dcterms:W3CDTF">2025-10-01T01:30:00Z</dcterms:modified>
</cp:coreProperties>
</file>